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4305AE" w:rsidRPr="004305AE">
        <w:rPr>
          <w:b/>
          <w:bCs/>
          <w:sz w:val="28"/>
          <w:szCs w:val="28"/>
        </w:rPr>
        <w:t>WYKONAN</w:t>
      </w:r>
      <w:r w:rsidR="00D568BA">
        <w:rPr>
          <w:b/>
          <w:bCs/>
          <w:sz w:val="28"/>
          <w:szCs w:val="28"/>
        </w:rPr>
        <w:t>IE PRZEBUDOWY DRÓG I PARKINGÓW WRAZ Z </w:t>
      </w:r>
      <w:r w:rsidR="004305AE" w:rsidRPr="004305AE">
        <w:rPr>
          <w:b/>
          <w:bCs/>
          <w:sz w:val="28"/>
          <w:szCs w:val="28"/>
        </w:rPr>
        <w:t>ROBOTAMI WYBURZENIOWYMI I ZIEMNYMI</w:t>
      </w:r>
      <w:r w:rsidR="004305AE" w:rsidRPr="00132200">
        <w:rPr>
          <w:b/>
          <w:bCs/>
          <w:sz w:val="28"/>
          <w:szCs w:val="28"/>
        </w:rPr>
        <w:t>.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132200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C1368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 w:rsidRPr="007C7171">
        <w:rPr>
          <w:rFonts w:cs="Times New Roman"/>
          <w:b/>
        </w:rPr>
        <w:t>„</w:t>
      </w:r>
      <w:r w:rsidR="004305AE" w:rsidRPr="004305AE">
        <w:rPr>
          <w:rFonts w:cs="Times New Roman"/>
          <w:b/>
        </w:rPr>
        <w:t>Wykonan</w:t>
      </w:r>
      <w:r w:rsidR="005A3BDD">
        <w:rPr>
          <w:rFonts w:cs="Times New Roman"/>
          <w:b/>
        </w:rPr>
        <w:t xml:space="preserve">ie przebudowy dróg i parkingów </w:t>
      </w:r>
      <w:r w:rsidR="004305AE" w:rsidRPr="004305AE">
        <w:rPr>
          <w:rFonts w:cs="Times New Roman"/>
          <w:b/>
        </w:rPr>
        <w:t>wraz z robotami wyburzeniowymi i ziemnymi</w:t>
      </w:r>
      <w:bookmarkStart w:id="0" w:name="_GoBack"/>
      <w:bookmarkEnd w:id="0"/>
      <w:r w:rsidR="0020623A" w:rsidRPr="005C42B5">
        <w:rPr>
          <w:rFonts w:cs="Times New Roman"/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3D0649" w:rsidRDefault="003D0649" w:rsidP="003D0649">
      <w:pPr>
        <w:pStyle w:val="Nagwek1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t xml:space="preserve">  </w:t>
      </w:r>
      <w:r w:rsidRPr="003D0649">
        <w:rPr>
          <w:rFonts w:eastAsia="CIDFont+F2" w:cs="Times New Roman"/>
          <w:sz w:val="22"/>
        </w:rPr>
        <w:t>Oferujemy termin gwarancji</w:t>
      </w:r>
      <w:r>
        <w:rPr>
          <w:rFonts w:eastAsia="CIDFont+F2" w:cs="Times New Roman"/>
          <w:sz w:val="22"/>
        </w:rPr>
        <w:t xml:space="preserve"> ………….</w:t>
      </w:r>
      <w:r w:rsidRPr="003D0649">
        <w:rPr>
          <w:rFonts w:eastAsia="CIDFont+F2" w:cs="Times New Roman"/>
          <w:sz w:val="22"/>
        </w:rPr>
        <w:t xml:space="preserve"> zrównany z okresem rę</w:t>
      </w:r>
      <w:r>
        <w:rPr>
          <w:rFonts w:eastAsia="CIDFont+F2" w:cs="Times New Roman"/>
          <w:sz w:val="22"/>
        </w:rPr>
        <w:t>kojmi liczony od dnia odbioru i </w:t>
      </w:r>
      <w:r w:rsidRPr="003D0649">
        <w:rPr>
          <w:rFonts w:eastAsia="CIDFont+F2" w:cs="Times New Roman"/>
          <w:sz w:val="22"/>
        </w:rPr>
        <w:t>uruchomi</w:t>
      </w:r>
      <w:r>
        <w:rPr>
          <w:rFonts w:eastAsia="CIDFont+F2" w:cs="Times New Roman"/>
          <w:sz w:val="22"/>
        </w:rPr>
        <w:t xml:space="preserve">enia przedmiotu zamówienia </w:t>
      </w:r>
      <w:r w:rsidRPr="003D0649">
        <w:rPr>
          <w:rFonts w:eastAsia="CIDFont+F2" w:cs="Times New Roman"/>
          <w:sz w:val="22"/>
        </w:rPr>
        <w:t>przyjęty jako kryterium oceny ofert</w:t>
      </w:r>
      <w:r>
        <w:rPr>
          <w:rFonts w:eastAsia="CIDFont+F2" w:cs="Times New Roman"/>
          <w:sz w:val="22"/>
        </w:rPr>
        <w:t>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D5163E" w:rsidRPr="002C6DAA">
        <w:rPr>
          <w:sz w:val="22"/>
          <w:szCs w:val="22"/>
        </w:rPr>
        <w:t xml:space="preserve"> </w:t>
      </w:r>
      <w:r w:rsidR="00FD7FFD">
        <w:rPr>
          <w:sz w:val="22"/>
          <w:szCs w:val="22"/>
        </w:rPr>
        <w:t>do 30.06</w:t>
      </w:r>
      <w:r w:rsidR="008B56D6">
        <w:rPr>
          <w:sz w:val="22"/>
          <w:szCs w:val="22"/>
        </w:rPr>
        <w:t>.2020</w:t>
      </w:r>
      <w:r w:rsidR="00485757" w:rsidRPr="002C6DAA">
        <w:rPr>
          <w:sz w:val="22"/>
          <w:szCs w:val="22"/>
        </w:rPr>
        <w:t xml:space="preserve"> r.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EC8" w:rsidRDefault="00754EC8">
      <w:r>
        <w:separator/>
      </w:r>
    </w:p>
  </w:endnote>
  <w:endnote w:type="continuationSeparator" w:id="0">
    <w:p w:rsidR="00754EC8" w:rsidRDefault="0075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7753C8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EC8" w:rsidRDefault="00754EC8">
      <w:r>
        <w:separator/>
      </w:r>
    </w:p>
  </w:footnote>
  <w:footnote w:type="continuationSeparator" w:id="0">
    <w:p w:rsidR="00754EC8" w:rsidRDefault="00754EC8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CB6EDB">
      <w:rPr>
        <w:rFonts w:ascii="Arial" w:hAnsi="Arial"/>
        <w:noProof/>
        <w:sz w:val="20"/>
        <w:szCs w:val="20"/>
      </w:rPr>
      <w:t xml:space="preserve"> SP ZOZ NZZP II 2400/08/20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7717"/>
    <w:rsid w:val="00072412"/>
    <w:rsid w:val="0008128B"/>
    <w:rsid w:val="000877D0"/>
    <w:rsid w:val="000914CC"/>
    <w:rsid w:val="000A2445"/>
    <w:rsid w:val="000A66E0"/>
    <w:rsid w:val="000B1326"/>
    <w:rsid w:val="000B43DD"/>
    <w:rsid w:val="000B5888"/>
    <w:rsid w:val="000C1FD6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1368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45"/>
    <w:rsid w:val="00253135"/>
    <w:rsid w:val="00254898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05AE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3BDD"/>
    <w:rsid w:val="005A532D"/>
    <w:rsid w:val="005A5EC1"/>
    <w:rsid w:val="005A69C1"/>
    <w:rsid w:val="005B04C6"/>
    <w:rsid w:val="005B0AE2"/>
    <w:rsid w:val="005B364B"/>
    <w:rsid w:val="005B645C"/>
    <w:rsid w:val="005B7C63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5459"/>
    <w:rsid w:val="00666E79"/>
    <w:rsid w:val="006747FC"/>
    <w:rsid w:val="00676020"/>
    <w:rsid w:val="0068214C"/>
    <w:rsid w:val="0068656F"/>
    <w:rsid w:val="00686838"/>
    <w:rsid w:val="006A2679"/>
    <w:rsid w:val="006A3B80"/>
    <w:rsid w:val="006B7438"/>
    <w:rsid w:val="006C5CF1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68CF"/>
    <w:rsid w:val="00737178"/>
    <w:rsid w:val="00740839"/>
    <w:rsid w:val="00741AD6"/>
    <w:rsid w:val="0075211C"/>
    <w:rsid w:val="00754EC8"/>
    <w:rsid w:val="00757434"/>
    <w:rsid w:val="007602A2"/>
    <w:rsid w:val="00761241"/>
    <w:rsid w:val="00763488"/>
    <w:rsid w:val="00765649"/>
    <w:rsid w:val="00773775"/>
    <w:rsid w:val="00773A45"/>
    <w:rsid w:val="00775328"/>
    <w:rsid w:val="007753C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569F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91DC1"/>
    <w:rsid w:val="008B0E8F"/>
    <w:rsid w:val="008B56D6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0C42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015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B14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B6EDB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906"/>
    <w:rsid w:val="00D34459"/>
    <w:rsid w:val="00D35507"/>
    <w:rsid w:val="00D43DEB"/>
    <w:rsid w:val="00D5163E"/>
    <w:rsid w:val="00D55F45"/>
    <w:rsid w:val="00D568BA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60C8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966C6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D7FFD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C9B62-1D6E-4AE5-8046-5D1741E2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88</TotalTime>
  <Pages>3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298</cp:revision>
  <cp:lastPrinted>2019-03-06T11:54:00Z</cp:lastPrinted>
  <dcterms:created xsi:type="dcterms:W3CDTF">2018-03-08T08:22:00Z</dcterms:created>
  <dcterms:modified xsi:type="dcterms:W3CDTF">2020-02-27T11:22:00Z</dcterms:modified>
  <cp:category/>
</cp:coreProperties>
</file>